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7400B0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D0A92">
        <w:rPr>
          <w:rStyle w:val="a9"/>
        </w:rPr>
        <w:fldChar w:fldCharType="separate"/>
      </w:r>
      <w:r w:rsidR="007400B0" w:rsidRPr="007400B0">
        <w:rPr>
          <w:rStyle w:val="a9"/>
        </w:rPr>
        <w:t xml:space="preserve"> Администрация Южно-Подольского Сельского Поселения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7400B0" w:rsidRPr="00AF49A3" w:rsidTr="00D64255">
        <w:trPr>
          <w:jc w:val="center"/>
        </w:trPr>
        <w:tc>
          <w:tcPr>
            <w:tcW w:w="15563" w:type="dxa"/>
            <w:gridSpan w:val="6"/>
            <w:vAlign w:val="center"/>
          </w:tcPr>
          <w:p w:rsidR="007400B0" w:rsidRPr="00063DF1" w:rsidRDefault="007400B0" w:rsidP="00DB70BA">
            <w:pPr>
              <w:pStyle w:val="aa"/>
            </w:pPr>
            <w:r>
              <w:rPr>
                <w:b/>
                <w:i/>
              </w:rPr>
              <w:t>Мероприятия по улучшению условий труда</w:t>
            </w:r>
            <w:bookmarkStart w:id="1" w:name="_GoBack"/>
            <w:bookmarkEnd w:id="1"/>
            <w:r>
              <w:rPr>
                <w:b/>
                <w:i/>
              </w:rPr>
              <w:t xml:space="preserve"> не требуются</w:t>
            </w: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>
        <w:rPr>
          <w:rStyle w:val="a9"/>
        </w:rPr>
        <w:fldChar w:fldCharType="separate"/>
      </w:r>
      <w:r w:rsidR="007400B0">
        <w:rPr>
          <w:rStyle w:val="a9"/>
        </w:rPr>
        <w:t>21.04.2025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400B0" w:rsidP="009D6532">
            <w:pPr>
              <w:pStyle w:val="aa"/>
            </w:pPr>
            <w:r>
              <w:t>Глава Южно-Подольского сельского поселения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400B0" w:rsidP="009D6532">
            <w:pPr>
              <w:pStyle w:val="aa"/>
            </w:pPr>
            <w:r>
              <w:t>Пряхин Игорь Анатольевич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400B0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400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400B0" w:rsidP="009D6532">
            <w:pPr>
              <w:pStyle w:val="aa"/>
            </w:pPr>
            <w:r>
              <w:t>Специалист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400B0" w:rsidP="009D6532">
            <w:pPr>
              <w:pStyle w:val="aa"/>
            </w:pPr>
            <w:r>
              <w:t>Ерке Оксана Леонидовна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400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400B0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400B0" w:rsidRPr="007400B0" w:rsidTr="007400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0B0" w:rsidRPr="007400B0" w:rsidRDefault="007400B0" w:rsidP="009D6532">
            <w:pPr>
              <w:pStyle w:val="aa"/>
            </w:pPr>
            <w:r>
              <w:t>Финансист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400B0" w:rsidRPr="007400B0" w:rsidRDefault="007400B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0B0" w:rsidRPr="007400B0" w:rsidRDefault="007400B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400B0" w:rsidRPr="007400B0" w:rsidRDefault="007400B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0B0" w:rsidRPr="007400B0" w:rsidRDefault="007400B0" w:rsidP="009D6532">
            <w:pPr>
              <w:pStyle w:val="aa"/>
            </w:pPr>
            <w:r>
              <w:t>Шевченко Людмила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400B0" w:rsidRPr="007400B0" w:rsidRDefault="007400B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0B0" w:rsidRPr="007400B0" w:rsidRDefault="007400B0" w:rsidP="009D6532">
            <w:pPr>
              <w:pStyle w:val="aa"/>
            </w:pPr>
          </w:p>
        </w:tc>
      </w:tr>
      <w:tr w:rsidR="007400B0" w:rsidRPr="007400B0" w:rsidTr="007400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400B0" w:rsidRPr="007400B0" w:rsidRDefault="007400B0" w:rsidP="009D6532">
            <w:pPr>
              <w:pStyle w:val="aa"/>
              <w:rPr>
                <w:vertAlign w:val="superscript"/>
              </w:rPr>
            </w:pPr>
            <w:r w:rsidRPr="007400B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400B0" w:rsidRPr="007400B0" w:rsidRDefault="007400B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400B0" w:rsidRPr="007400B0" w:rsidRDefault="007400B0" w:rsidP="009D6532">
            <w:pPr>
              <w:pStyle w:val="aa"/>
              <w:rPr>
                <w:vertAlign w:val="superscript"/>
              </w:rPr>
            </w:pPr>
            <w:r w:rsidRPr="007400B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400B0" w:rsidRPr="007400B0" w:rsidRDefault="007400B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400B0" w:rsidRPr="007400B0" w:rsidRDefault="007400B0" w:rsidP="009D6532">
            <w:pPr>
              <w:pStyle w:val="aa"/>
              <w:rPr>
                <w:vertAlign w:val="superscript"/>
              </w:rPr>
            </w:pPr>
            <w:r w:rsidRPr="007400B0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7400B0" w:rsidRPr="007400B0" w:rsidRDefault="007400B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400B0" w:rsidRPr="007400B0" w:rsidRDefault="007400B0" w:rsidP="009D6532">
            <w:pPr>
              <w:pStyle w:val="aa"/>
              <w:rPr>
                <w:vertAlign w:val="superscript"/>
              </w:rPr>
            </w:pPr>
            <w:r w:rsidRPr="007400B0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Эксперт</w:t>
      </w:r>
      <w:r w:rsidR="00681D90">
        <w:t xml:space="preserve"> </w:t>
      </w:r>
      <w:r w:rsidRPr="003C5C39">
        <w:t>(</w:t>
      </w:r>
      <w:r w:rsidR="00681D90" w:rsidRPr="00681D90">
        <w:t>эксперты</w:t>
      </w:r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7400B0" w:rsidTr="007400B0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400B0" w:rsidRDefault="007400B0" w:rsidP="00C45714">
            <w:pPr>
              <w:pStyle w:val="aa"/>
            </w:pPr>
            <w:r w:rsidRPr="007400B0">
              <w:t>5849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400B0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400B0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400B0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400B0" w:rsidRDefault="007400B0" w:rsidP="00C45714">
            <w:pPr>
              <w:pStyle w:val="aa"/>
            </w:pPr>
            <w:r w:rsidRPr="007400B0">
              <w:t>Логинова Лариса Афанасьевна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400B0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400B0" w:rsidRDefault="007400B0" w:rsidP="00C45714">
            <w:pPr>
              <w:pStyle w:val="aa"/>
            </w:pPr>
            <w:r>
              <w:t>21.04.2025</w:t>
            </w:r>
          </w:p>
        </w:tc>
      </w:tr>
      <w:tr w:rsidR="00C45714" w:rsidRPr="007400B0" w:rsidTr="007400B0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7400B0" w:rsidRDefault="007400B0" w:rsidP="00C45714">
            <w:pPr>
              <w:pStyle w:val="aa"/>
              <w:rPr>
                <w:b/>
                <w:vertAlign w:val="superscript"/>
              </w:rPr>
            </w:pPr>
            <w:r w:rsidRPr="007400B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7400B0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7400B0" w:rsidRDefault="007400B0" w:rsidP="00C45714">
            <w:pPr>
              <w:pStyle w:val="aa"/>
              <w:rPr>
                <w:b/>
                <w:vertAlign w:val="superscript"/>
              </w:rPr>
            </w:pPr>
            <w:r w:rsidRPr="007400B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7400B0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7400B0" w:rsidRDefault="007400B0" w:rsidP="00C45714">
            <w:pPr>
              <w:pStyle w:val="aa"/>
              <w:rPr>
                <w:b/>
                <w:vertAlign w:val="superscript"/>
              </w:rPr>
            </w:pPr>
            <w:r w:rsidRPr="007400B0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:rsidR="00C45714" w:rsidRPr="007400B0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7400B0" w:rsidRDefault="007400B0" w:rsidP="00C45714">
            <w:pPr>
              <w:pStyle w:val="aa"/>
              <w:rPr>
                <w:vertAlign w:val="superscript"/>
              </w:rPr>
            </w:pPr>
            <w:r w:rsidRPr="007400B0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0B0" w:rsidRDefault="007400B0" w:rsidP="007400B0">
      <w:r>
        <w:separator/>
      </w:r>
    </w:p>
  </w:endnote>
  <w:endnote w:type="continuationSeparator" w:id="0">
    <w:p w:rsidR="007400B0" w:rsidRDefault="007400B0" w:rsidP="0074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0B0" w:rsidRDefault="007400B0" w:rsidP="007400B0">
      <w:r>
        <w:separator/>
      </w:r>
    </w:p>
  </w:footnote>
  <w:footnote w:type="continuationSeparator" w:id="0">
    <w:p w:rsidR="007400B0" w:rsidRDefault="007400B0" w:rsidP="00740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644031, РФ, Омская область, г. Омск, ул. 10 лет Октября, 127, пом. 2П (3 этаж, помещения №№ 1,2, 3, 23, 25, 27)"/>
    <w:docVar w:name="att_org_name" w:val="Общество с ограниченной ответственностью «Эргономика-испытательная лаборатория условий труда» (ООО «Эргономика-ИЛУТ»)"/>
    <w:docVar w:name="att_org_reg_date" w:val="19.10.2015"/>
    <w:docVar w:name="att_org_reg_num" w:val="126"/>
    <w:docVar w:name="boss_fio" w:val="Фоминых Николай Витальевич"/>
    <w:docVar w:name="ceh_info" w:val=" Администрация Южно-Подольского Сельского Поселения "/>
    <w:docVar w:name="close_doc_flag" w:val="0"/>
    <w:docVar w:name="doc_type" w:val="6"/>
    <w:docVar w:name="fill_date" w:val="21.04.2025"/>
    <w:docVar w:name="org_guid" w:val="BE309CA798E64272B51896800DC05415"/>
    <w:docVar w:name="org_id" w:val="32"/>
    <w:docVar w:name="org_name" w:val="     "/>
    <w:docVar w:name="pers_guids" w:val="0E2CD495AD2248E58F12ED145FEA16F7@"/>
    <w:docVar w:name="pers_snils" w:val="0E2CD495AD2248E58F12ED145FEA16F7@"/>
    <w:docVar w:name="podr_id" w:val="org_32"/>
    <w:docVar w:name="pred_dolg" w:val="Глава Южно-Подольского сельского поселения"/>
    <w:docVar w:name="pred_fio" w:val="Пряхин Игорь Анатольевич"/>
    <w:docVar w:name="prikaz_sout" w:val="817"/>
    <w:docVar w:name="rbtd_adr" w:val="     "/>
    <w:docVar w:name="rbtd_name" w:val="Администрация Южно-Подольского Сельского Поселения"/>
    <w:docVar w:name="sv_docs" w:val="1"/>
  </w:docVars>
  <w:rsids>
    <w:rsidRoot w:val="007400B0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81D90"/>
    <w:rsid w:val="006E662C"/>
    <w:rsid w:val="00725C51"/>
    <w:rsid w:val="007400B0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ABA293-EFC5-40F6-BF51-3083B73D6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400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400B0"/>
    <w:rPr>
      <w:sz w:val="24"/>
    </w:rPr>
  </w:style>
  <w:style w:type="paragraph" w:styleId="ad">
    <w:name w:val="footer"/>
    <w:basedOn w:val="a"/>
    <w:link w:val="ae"/>
    <w:rsid w:val="007400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400B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1</Pages>
  <Words>127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Антон</dc:creator>
  <cp:keywords/>
  <dc:description/>
  <cp:lastModifiedBy>Дмитрий Фоменко</cp:lastModifiedBy>
  <cp:revision>1</cp:revision>
  <dcterms:created xsi:type="dcterms:W3CDTF">2025-04-16T04:31:00Z</dcterms:created>
  <dcterms:modified xsi:type="dcterms:W3CDTF">2025-04-16T04:32:00Z</dcterms:modified>
</cp:coreProperties>
</file>